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4A8F7" w14:textId="77777777" w:rsidR="002C2F64" w:rsidRDefault="002C2F64" w:rsidP="002C2F64">
      <w:pPr>
        <w:jc w:val="center"/>
        <w:rPr>
          <w:rFonts w:asciiTheme="majorHAnsi" w:eastAsiaTheme="majorEastAsia" w:hAnsiTheme="majorHAnsi" w:cstheme="majorBidi"/>
          <w:caps/>
          <w:kern w:val="28"/>
          <w:sz w:val="56"/>
          <w:szCs w:val="56"/>
        </w:rPr>
      </w:pPr>
      <w:r w:rsidRPr="002C2F64">
        <w:rPr>
          <w:rFonts w:asciiTheme="majorHAnsi" w:eastAsiaTheme="majorEastAsia" w:hAnsiTheme="majorHAnsi" w:cstheme="majorBidi"/>
          <w:caps/>
          <w:kern w:val="28"/>
          <w:sz w:val="56"/>
          <w:szCs w:val="56"/>
        </w:rPr>
        <w:t>NAME OF SHOW</w:t>
      </w:r>
    </w:p>
    <w:p w14:paraId="0297B4E6" w14:textId="5ADED53C" w:rsidR="006A1954" w:rsidRDefault="00C419DD">
      <w:r>
        <w:t>Director: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5E32">
        <w:tab/>
      </w:r>
      <w:r>
        <w:t>Stage Manager: You</w:t>
      </w:r>
      <w:r w:rsidR="002C2F64">
        <w:t>r name</w:t>
      </w:r>
    </w:p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4F21079E" w14:textId="77777777" w:rsidTr="006A1954">
        <w:trPr>
          <w:trHeight w:hRule="exact" w:val="1804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1CD10246" w14:textId="76D235BD" w:rsidR="00423FEA" w:rsidRPr="00423FEA" w:rsidRDefault="00423FEA" w:rsidP="006B26DD">
            <w:pPr>
              <w:pStyle w:val="Title"/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</w:pPr>
            <w:r>
              <w:rPr>
                <w:rFonts w:eastAsiaTheme="minorHAnsi" w:cstheme="minorBidi"/>
                <w:caps w:val="0"/>
                <w:kern w:val="0"/>
                <w:sz w:val="24"/>
                <w:szCs w:val="22"/>
              </w:rPr>
              <w:t>SIGN IN SHEET</w:t>
            </w:r>
          </w:p>
          <w:p w14:paraId="77F295B7" w14:textId="5982C7D4" w:rsidR="00692703" w:rsidRDefault="002C2F64" w:rsidP="006B26DD">
            <w:pPr>
              <w:pStyle w:val="Title"/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2"/>
              </w:rPr>
            </w:pPr>
            <w:r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2"/>
              </w:rPr>
              <w:t>Location of performance</w:t>
            </w:r>
          </w:p>
          <w:p w14:paraId="4F92D5CD" w14:textId="63246E8A" w:rsidR="006A1954" w:rsidRPr="006B26DD" w:rsidRDefault="00423FEA" w:rsidP="006A1954">
            <w:pPr>
              <w:pStyle w:val="Title"/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2"/>
              </w:rPr>
            </w:pPr>
            <w:r>
              <w:rPr>
                <w:rFonts w:asciiTheme="minorHAnsi" w:eastAsiaTheme="minorHAnsi" w:hAnsiTheme="minorHAnsi" w:cstheme="minorBidi"/>
                <w:caps w:val="0"/>
                <w:kern w:val="0"/>
                <w:sz w:val="24"/>
                <w:szCs w:val="22"/>
              </w:rPr>
              <w:t>Sign In for all cast</w:t>
            </w:r>
          </w:p>
        </w:tc>
      </w:tr>
    </w:tbl>
    <w:p w14:paraId="1456DEE2" w14:textId="77777777" w:rsidR="00423FEA" w:rsidRDefault="00423FEA" w:rsidP="00423FEA">
      <w:pPr>
        <w:pStyle w:val="Header"/>
        <w:rPr>
          <w:b/>
          <w:color w:val="B11F3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tbl>
      <w:tblPr>
        <w:tblW w:w="8199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1"/>
        <w:gridCol w:w="849"/>
        <w:gridCol w:w="929"/>
        <w:gridCol w:w="929"/>
        <w:gridCol w:w="929"/>
        <w:gridCol w:w="929"/>
        <w:gridCol w:w="803"/>
      </w:tblGrid>
      <w:tr w:rsidR="00015E32" w14:paraId="68F8886E" w14:textId="1EDD0996" w:rsidTr="002C2F64">
        <w:trPr>
          <w:trHeight w:val="337"/>
        </w:trPr>
        <w:tc>
          <w:tcPr>
            <w:tcW w:w="2831" w:type="dxa"/>
          </w:tcPr>
          <w:p w14:paraId="0BD4421A" w14:textId="48B10359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15E32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Name</w:t>
            </w:r>
            <w:r w:rsidR="002C2F64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of actor/character</w:t>
            </w:r>
          </w:p>
        </w:tc>
        <w:tc>
          <w:tcPr>
            <w:tcW w:w="849" w:type="dxa"/>
          </w:tcPr>
          <w:p w14:paraId="0DF6A162" w14:textId="0E2E4A84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15E32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3/29</w:t>
            </w:r>
          </w:p>
        </w:tc>
        <w:tc>
          <w:tcPr>
            <w:tcW w:w="929" w:type="dxa"/>
          </w:tcPr>
          <w:p w14:paraId="3D38B897" w14:textId="5DDC9D0B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15E32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3/30</w:t>
            </w:r>
          </w:p>
        </w:tc>
        <w:tc>
          <w:tcPr>
            <w:tcW w:w="929" w:type="dxa"/>
          </w:tcPr>
          <w:p w14:paraId="6D71C4F9" w14:textId="7CB4CDC9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15E32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3/31</w:t>
            </w:r>
          </w:p>
        </w:tc>
        <w:tc>
          <w:tcPr>
            <w:tcW w:w="929" w:type="dxa"/>
          </w:tcPr>
          <w:p w14:paraId="09CAA707" w14:textId="4B35CC5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15E32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4/1</w:t>
            </w:r>
          </w:p>
        </w:tc>
        <w:tc>
          <w:tcPr>
            <w:tcW w:w="929" w:type="dxa"/>
          </w:tcPr>
          <w:p w14:paraId="24FAA3EB" w14:textId="08D90F91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15E32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4/2</w:t>
            </w:r>
          </w:p>
        </w:tc>
        <w:tc>
          <w:tcPr>
            <w:tcW w:w="803" w:type="dxa"/>
          </w:tcPr>
          <w:p w14:paraId="1C7979BB" w14:textId="2FB97B64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15E32"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4/3</w:t>
            </w:r>
          </w:p>
        </w:tc>
      </w:tr>
      <w:tr w:rsidR="00015E32" w14:paraId="7C2F9592" w14:textId="5647D2AE" w:rsidTr="002C2F64">
        <w:trPr>
          <w:trHeight w:val="337"/>
        </w:trPr>
        <w:tc>
          <w:tcPr>
            <w:tcW w:w="2831" w:type="dxa"/>
          </w:tcPr>
          <w:p w14:paraId="59DCE2B6" w14:textId="0938E85C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49" w:type="dxa"/>
          </w:tcPr>
          <w:p w14:paraId="09F24CEB" w14:textId="14531409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2F7D7CF5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1AC77688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61759F28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4D4C1BA2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03" w:type="dxa"/>
          </w:tcPr>
          <w:p w14:paraId="580F616A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015E32" w14:paraId="074BFD73" w14:textId="77777777" w:rsidTr="002C2F64">
        <w:trPr>
          <w:trHeight w:val="337"/>
        </w:trPr>
        <w:tc>
          <w:tcPr>
            <w:tcW w:w="2831" w:type="dxa"/>
          </w:tcPr>
          <w:p w14:paraId="1CD16249" w14:textId="6736D64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49" w:type="dxa"/>
          </w:tcPr>
          <w:p w14:paraId="27B458D2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4CC04302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06D791F3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1706D22C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7BB9B2FB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03" w:type="dxa"/>
          </w:tcPr>
          <w:p w14:paraId="1E142E96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015E32" w14:paraId="49CE3629" w14:textId="77777777" w:rsidTr="002C2F64">
        <w:trPr>
          <w:trHeight w:val="337"/>
        </w:trPr>
        <w:tc>
          <w:tcPr>
            <w:tcW w:w="2831" w:type="dxa"/>
          </w:tcPr>
          <w:p w14:paraId="312FD7BB" w14:textId="3DC75F39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49" w:type="dxa"/>
          </w:tcPr>
          <w:p w14:paraId="1373E3B3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5FF2F76F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070B3A04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54BD5304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7E2696B1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03" w:type="dxa"/>
          </w:tcPr>
          <w:p w14:paraId="29700721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015E32" w14:paraId="4F8EDFE6" w14:textId="77777777" w:rsidTr="002C2F64">
        <w:trPr>
          <w:trHeight w:val="337"/>
        </w:trPr>
        <w:tc>
          <w:tcPr>
            <w:tcW w:w="2831" w:type="dxa"/>
          </w:tcPr>
          <w:p w14:paraId="07008D14" w14:textId="249CEA18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49" w:type="dxa"/>
          </w:tcPr>
          <w:p w14:paraId="3B30E500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5DCDF555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4149B0E5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43141410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74527F9A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03" w:type="dxa"/>
          </w:tcPr>
          <w:p w14:paraId="1BF63653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015E32" w14:paraId="2CC60901" w14:textId="77777777" w:rsidTr="002C2F64">
        <w:trPr>
          <w:trHeight w:val="337"/>
        </w:trPr>
        <w:tc>
          <w:tcPr>
            <w:tcW w:w="2831" w:type="dxa"/>
          </w:tcPr>
          <w:p w14:paraId="37305AEA" w14:textId="32CD7323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49" w:type="dxa"/>
          </w:tcPr>
          <w:p w14:paraId="551C8D1C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435E5DAA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163C0B37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18870943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0F7AFF5F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03" w:type="dxa"/>
          </w:tcPr>
          <w:p w14:paraId="7CA3A38B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015E32" w14:paraId="659FDF99" w14:textId="77777777" w:rsidTr="002C2F64">
        <w:trPr>
          <w:trHeight w:val="337"/>
        </w:trPr>
        <w:tc>
          <w:tcPr>
            <w:tcW w:w="2831" w:type="dxa"/>
          </w:tcPr>
          <w:p w14:paraId="569EBA23" w14:textId="0EC6C615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49" w:type="dxa"/>
          </w:tcPr>
          <w:p w14:paraId="2257C13E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1B9D1C20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754CBEBB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1C3DF43C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0FCF75A5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03" w:type="dxa"/>
          </w:tcPr>
          <w:p w14:paraId="24E0F83C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015E32" w14:paraId="62A36BB8" w14:textId="77777777" w:rsidTr="002C2F64">
        <w:trPr>
          <w:trHeight w:val="337"/>
        </w:trPr>
        <w:tc>
          <w:tcPr>
            <w:tcW w:w="2831" w:type="dxa"/>
          </w:tcPr>
          <w:p w14:paraId="4151ED90" w14:textId="7AA9C83A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49" w:type="dxa"/>
          </w:tcPr>
          <w:p w14:paraId="7F138640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2B123665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74BD7EF4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24BC54AC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6809120A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03" w:type="dxa"/>
          </w:tcPr>
          <w:p w14:paraId="3F05F561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015E32" w14:paraId="3F352462" w14:textId="77777777" w:rsidTr="002C2F64">
        <w:trPr>
          <w:trHeight w:val="337"/>
        </w:trPr>
        <w:tc>
          <w:tcPr>
            <w:tcW w:w="2831" w:type="dxa"/>
          </w:tcPr>
          <w:p w14:paraId="326857BF" w14:textId="5E73468A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49" w:type="dxa"/>
          </w:tcPr>
          <w:p w14:paraId="67FB156C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2671C4AD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7592DEA9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1E74F3FB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929" w:type="dxa"/>
          </w:tcPr>
          <w:p w14:paraId="07C09DF5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  <w:tc>
          <w:tcPr>
            <w:tcW w:w="803" w:type="dxa"/>
          </w:tcPr>
          <w:p w14:paraId="03787535" w14:textId="77777777" w:rsidR="00015E32" w:rsidRPr="00015E32" w:rsidRDefault="00015E32" w:rsidP="00423FEA">
            <w:pPr>
              <w:pStyle w:val="Header"/>
              <w:rPr>
                <w:b/>
                <w:color w:val="000000" w:themeColor="text1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</w:tbl>
    <w:p w14:paraId="7327395C" w14:textId="08252707" w:rsidR="006A1954" w:rsidRPr="006A1954" w:rsidRDefault="006A1954" w:rsidP="00423FEA">
      <w:pPr>
        <w:pStyle w:val="Header"/>
        <w:rPr>
          <w:b/>
          <w:color w:val="B11F3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sectPr w:rsidR="006A1954" w:rsidRPr="006A1954" w:rsidSect="005A1B10">
      <w:footerReference w:type="default" r:id="rId11"/>
      <w:headerReference w:type="first" r:id="rId12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FBDA5" w14:textId="77777777" w:rsidR="00D85D26" w:rsidRDefault="00D85D26" w:rsidP="0068194B">
      <w:r>
        <w:separator/>
      </w:r>
    </w:p>
    <w:p w14:paraId="1ACB21CF" w14:textId="77777777" w:rsidR="00D85D26" w:rsidRDefault="00D85D26"/>
    <w:p w14:paraId="7DDCC4E2" w14:textId="77777777" w:rsidR="00D85D26" w:rsidRDefault="00D85D26"/>
  </w:endnote>
  <w:endnote w:type="continuationSeparator" w:id="0">
    <w:p w14:paraId="7928E295" w14:textId="77777777" w:rsidR="00D85D26" w:rsidRDefault="00D85D26" w:rsidP="0068194B">
      <w:r>
        <w:continuationSeparator/>
      </w:r>
    </w:p>
    <w:p w14:paraId="30896903" w14:textId="77777777" w:rsidR="00D85D26" w:rsidRDefault="00D85D26"/>
    <w:p w14:paraId="228E6DBC" w14:textId="77777777" w:rsidR="00D85D26" w:rsidRDefault="00D85D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465C18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B9998" w14:textId="77777777" w:rsidR="00D85D26" w:rsidRDefault="00D85D26" w:rsidP="0068194B">
      <w:r>
        <w:separator/>
      </w:r>
    </w:p>
    <w:p w14:paraId="455045A5" w14:textId="77777777" w:rsidR="00D85D26" w:rsidRDefault="00D85D26"/>
    <w:p w14:paraId="338C9439" w14:textId="77777777" w:rsidR="00D85D26" w:rsidRDefault="00D85D26"/>
  </w:footnote>
  <w:footnote w:type="continuationSeparator" w:id="0">
    <w:p w14:paraId="4B582C11" w14:textId="77777777" w:rsidR="00D85D26" w:rsidRDefault="00D85D26" w:rsidP="0068194B">
      <w:r>
        <w:continuationSeparator/>
      </w:r>
    </w:p>
    <w:p w14:paraId="109F76B3" w14:textId="77777777" w:rsidR="00D85D26" w:rsidRDefault="00D85D26"/>
    <w:p w14:paraId="5099616E" w14:textId="77777777" w:rsidR="00D85D26" w:rsidRDefault="00D85D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B2DE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F4CF0FD" wp14:editId="05C5F8C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1B4D4CC7" id="Straight Connector 5" o:spid="_x0000_s1026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0051E3E"/>
    <w:multiLevelType w:val="hybridMultilevel"/>
    <w:tmpl w:val="2416BF9A"/>
    <w:lvl w:ilvl="0" w:tplc="F66ACD08">
      <w:start w:val="1"/>
      <w:numFmt w:val="bullet"/>
      <w:lvlText w:val="-"/>
      <w:lvlJc w:val="left"/>
      <w:pPr>
        <w:ind w:left="48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26BD6116"/>
    <w:multiLevelType w:val="hybridMultilevel"/>
    <w:tmpl w:val="7BCA74F4"/>
    <w:lvl w:ilvl="0" w:tplc="17463F4A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52402F"/>
    <w:multiLevelType w:val="hybridMultilevel"/>
    <w:tmpl w:val="3D7AC77A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5FB72CEE"/>
    <w:multiLevelType w:val="hybridMultilevel"/>
    <w:tmpl w:val="51B26CD6"/>
    <w:lvl w:ilvl="0" w:tplc="DCA09590">
      <w:start w:val="1"/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13"/>
  </w:num>
  <w:num w:numId="8">
    <w:abstractNumId w:val="2"/>
  </w:num>
  <w:num w:numId="9">
    <w:abstractNumId w:val="15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6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DA6"/>
    <w:rsid w:val="000001EF"/>
    <w:rsid w:val="00007322"/>
    <w:rsid w:val="00007728"/>
    <w:rsid w:val="00015E32"/>
    <w:rsid w:val="00024584"/>
    <w:rsid w:val="00024730"/>
    <w:rsid w:val="00055E95"/>
    <w:rsid w:val="0007021F"/>
    <w:rsid w:val="000B2BA5"/>
    <w:rsid w:val="000F2F8C"/>
    <w:rsid w:val="0010006E"/>
    <w:rsid w:val="001045A8"/>
    <w:rsid w:val="00114A91"/>
    <w:rsid w:val="001427E1"/>
    <w:rsid w:val="00163668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945"/>
    <w:rsid w:val="002B2958"/>
    <w:rsid w:val="002B3FC8"/>
    <w:rsid w:val="002C2F64"/>
    <w:rsid w:val="002D23C5"/>
    <w:rsid w:val="002D6137"/>
    <w:rsid w:val="002E7E61"/>
    <w:rsid w:val="002F05E5"/>
    <w:rsid w:val="002F254D"/>
    <w:rsid w:val="002F30E4"/>
    <w:rsid w:val="00301458"/>
    <w:rsid w:val="00307140"/>
    <w:rsid w:val="00316DFF"/>
    <w:rsid w:val="00325B57"/>
    <w:rsid w:val="00336056"/>
    <w:rsid w:val="0034044D"/>
    <w:rsid w:val="003544E1"/>
    <w:rsid w:val="00366398"/>
    <w:rsid w:val="003A0632"/>
    <w:rsid w:val="003A30E5"/>
    <w:rsid w:val="003A6ADF"/>
    <w:rsid w:val="003B5928"/>
    <w:rsid w:val="003D380F"/>
    <w:rsid w:val="003E160D"/>
    <w:rsid w:val="003E60B0"/>
    <w:rsid w:val="003F1D5F"/>
    <w:rsid w:val="00405128"/>
    <w:rsid w:val="00406CFF"/>
    <w:rsid w:val="00416B25"/>
    <w:rsid w:val="00420592"/>
    <w:rsid w:val="00423FEA"/>
    <w:rsid w:val="00426A01"/>
    <w:rsid w:val="004319E0"/>
    <w:rsid w:val="0043355A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579C9"/>
    <w:rsid w:val="00566A35"/>
    <w:rsid w:val="0056701E"/>
    <w:rsid w:val="005740D7"/>
    <w:rsid w:val="00581AD4"/>
    <w:rsid w:val="005A0F26"/>
    <w:rsid w:val="005A1B10"/>
    <w:rsid w:val="005A6850"/>
    <w:rsid w:val="005B1B1B"/>
    <w:rsid w:val="005C1395"/>
    <w:rsid w:val="005C5932"/>
    <w:rsid w:val="005D01C8"/>
    <w:rsid w:val="005D3CA7"/>
    <w:rsid w:val="005D4CC1"/>
    <w:rsid w:val="005E0986"/>
    <w:rsid w:val="005F4B91"/>
    <w:rsid w:val="005F55D2"/>
    <w:rsid w:val="0062312F"/>
    <w:rsid w:val="00625F2C"/>
    <w:rsid w:val="006618E9"/>
    <w:rsid w:val="00664399"/>
    <w:rsid w:val="0068194B"/>
    <w:rsid w:val="00692703"/>
    <w:rsid w:val="006A1954"/>
    <w:rsid w:val="006A1962"/>
    <w:rsid w:val="006B26DD"/>
    <w:rsid w:val="006B5D48"/>
    <w:rsid w:val="006B6558"/>
    <w:rsid w:val="006B7D7B"/>
    <w:rsid w:val="006C1A5E"/>
    <w:rsid w:val="006E1507"/>
    <w:rsid w:val="006E2FB0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058C3"/>
    <w:rsid w:val="00834955"/>
    <w:rsid w:val="00855B59"/>
    <w:rsid w:val="00860461"/>
    <w:rsid w:val="0086487C"/>
    <w:rsid w:val="00870B20"/>
    <w:rsid w:val="008829F8"/>
    <w:rsid w:val="00885897"/>
    <w:rsid w:val="0088724E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93A5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95DA6"/>
    <w:rsid w:val="00BA1546"/>
    <w:rsid w:val="00BB4E51"/>
    <w:rsid w:val="00BB7E51"/>
    <w:rsid w:val="00BD431F"/>
    <w:rsid w:val="00BE423E"/>
    <w:rsid w:val="00BF61AC"/>
    <w:rsid w:val="00C1094E"/>
    <w:rsid w:val="00C419DD"/>
    <w:rsid w:val="00C47FA6"/>
    <w:rsid w:val="00C57FC6"/>
    <w:rsid w:val="00C66A7D"/>
    <w:rsid w:val="00C779DA"/>
    <w:rsid w:val="00C814F7"/>
    <w:rsid w:val="00CA4955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66A52"/>
    <w:rsid w:val="00D66EFA"/>
    <w:rsid w:val="00D72A2D"/>
    <w:rsid w:val="00D85D26"/>
    <w:rsid w:val="00D914F1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63EA7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4884"/>
    <w:rsid w:val="00F476C4"/>
    <w:rsid w:val="00F61DF9"/>
    <w:rsid w:val="00F81960"/>
    <w:rsid w:val="00F8769D"/>
    <w:rsid w:val="00F9350C"/>
    <w:rsid w:val="00F94EB5"/>
    <w:rsid w:val="00F9624D"/>
    <w:rsid w:val="00FB31C1"/>
    <w:rsid w:val="00FB58F2"/>
    <w:rsid w:val="00FC1968"/>
    <w:rsid w:val="00FC6AEA"/>
    <w:rsid w:val="00FD13C6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365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9C9"/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5579C9"/>
    <w:pPr>
      <w:numPr>
        <w:numId w:val="5"/>
      </w:numPr>
      <w:spacing w:before="120"/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character" w:customStyle="1" w:styleId="Greytext">
    <w:name w:val="Grey text"/>
    <w:basedOn w:val="DefaultParagraphFont"/>
    <w:uiPriority w:val="4"/>
    <w:semiHidden/>
    <w:qFormat/>
    <w:rsid w:val="005579C9"/>
    <w:rPr>
      <w:color w:val="808080" w:themeColor="background1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21j\AppData\Local\Microsoft\Office\16.0\DTS\en-US%7bBFF94960-BAB0-494D-B254-BBC46FDBAAFD%7d\%7b0A0E90CD-1F48-45C3-B975-91312067F8E5%7dtf16392877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1ADE48-6FF0-4599-9D02-6F6374F1F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D021A6-A2C8-4AE7-B5C4-949069344A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6FA8DA-38A3-448B-AFEB-DB79033E5F8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B4CB6AFB-A7F1-4816-9409-743ABF3C64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C:\Users\1421j\AppData\Local\Microsoft\Office\16.0\DTS\en-US{BFF94960-BAB0-494D-B254-BBC46FDBAAFD}\{0A0E90CD-1F48-45C3-B975-91312067F8E5}tf16392877.dotx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2021-09-03T15:13:00Z</dcterms:created>
  <dcterms:modified xsi:type="dcterms:W3CDTF">2021-09-03T15:13:00Z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